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8D" w:rsidRDefault="00B53E8D" w:rsidP="0014563E"/>
    <w:p w:rsidR="00B53E8D" w:rsidRDefault="00B53E8D" w:rsidP="0014563E">
      <w:r>
        <w:t xml:space="preserve">Tech Tool Hierarchy (below) </w:t>
      </w:r>
    </w:p>
    <w:p w:rsidR="00B53E8D" w:rsidRDefault="00B53E8D" w:rsidP="0014563E"/>
    <w:p w:rsidR="00B53E8D" w:rsidRDefault="00B53E8D" w:rsidP="0014563E">
      <w:r>
        <w:t>Other Tools_</w:t>
      </w:r>
    </w:p>
    <w:p w:rsidR="00B53E8D" w:rsidRDefault="00B53E8D" w:rsidP="00B53E8D">
      <w:hyperlink r:id="rId5" w:history="1">
        <w:r w:rsidRPr="00C64B28">
          <w:rPr>
            <w:rStyle w:val="Hyperlink"/>
          </w:rPr>
          <w:t>http://webtools4u2use.wikispaces.com/Finding+the+Right+Tool</w:t>
        </w:r>
      </w:hyperlink>
    </w:p>
    <w:p w:rsidR="00B53E8D" w:rsidRDefault="00B53E8D" w:rsidP="00B53E8D">
      <w:hyperlink r:id="rId6" w:history="1">
        <w:r w:rsidRPr="00C64B28">
          <w:rPr>
            <w:rStyle w:val="Hyperlink"/>
          </w:rPr>
          <w:t>http://www.onlinedegree.net/100-essential-2-0-tools-for-teachers/</w:t>
        </w:r>
      </w:hyperlink>
    </w:p>
    <w:p w:rsidR="00B53E8D" w:rsidRDefault="00B53E8D" w:rsidP="00B53E8D">
      <w:r>
        <w:t xml:space="preserve">Digital StoryTelling Tools - </w:t>
      </w:r>
      <w:hyperlink r:id="rId7" w:history="1">
        <w:r w:rsidRPr="00C64B28">
          <w:rPr>
            <w:rStyle w:val="Hyperlink"/>
          </w:rPr>
          <w:t>http://cogdogroo.wikispaces.com/StoryTools</w:t>
        </w:r>
      </w:hyperlink>
    </w:p>
    <w:p w:rsidR="00B53E8D" w:rsidRDefault="00B53E8D" w:rsidP="00B53E8D"/>
    <w:p w:rsidR="00B53E8D" w:rsidRDefault="00B53E8D" w:rsidP="00B53E8D"/>
    <w:p w:rsidR="00B53E8D" w:rsidRDefault="00B53E8D" w:rsidP="00B53E8D"/>
    <w:p w:rsidR="0014563E" w:rsidRDefault="0014563E" w:rsidP="0014563E">
      <w:r>
        <w:br w:type="page"/>
      </w:r>
      <w:r>
        <w:lastRenderedPageBreak/>
        <w:t>eeris</w:t>
      </w:r>
    </w:p>
    <w:p w:rsidR="0014563E" w:rsidRDefault="002E283C" w:rsidP="0014563E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.4pt;margin-top:20.25pt;width:480pt;height:60pt;z-index:251662336" stroked="f">
            <v:textbox style="mso-next-textbox:#_x0000_s1032">
              <w:txbxContent>
                <w:p w:rsidR="0014563E" w:rsidRDefault="0014563E" w:rsidP="0014563E">
                  <w:r>
                    <w:t xml:space="preserve">Level One Tools are used to create a repository for course content and material. They provide central locations that provide links to other resources and tools. Examples: Portal, Moodle, Squarespace. (Sometimes a blog or a wiki can serve in this capacity.) </w:t>
                  </w:r>
                </w:p>
                <w:p w:rsidR="0014563E" w:rsidRDefault="0014563E" w:rsidP="0014563E"/>
              </w:txbxContent>
            </v:textbox>
          </v:shape>
        </w:pict>
      </w:r>
      <w:r>
        <w:rPr>
          <w:noProof/>
          <w:lang w:eastAsia="en-US"/>
        </w:rPr>
        <w:pict>
          <v:group id="_x0000_s1026" style="position:absolute;margin-left:0;margin-top:-22.8pt;width:480pt;height:37.05pt;z-index:251658240;mso-position-horizontal:left;mso-position-horizontal-relative:margin" coordorigin="1440,975" coordsize="9600,825">
            <v:rect id="_x0000_s1027" style="position:absolute;left:1440;top:975;width:9600;height:825" fillcolor="#8db3e2 [1311]"/>
            <v:shape id="_x0000_s1028" type="#_x0000_t202" style="position:absolute;left:3675;top:1095;width:5250;height:540" fillcolor="#8db3e2 [1311]" stroked="f">
              <v:textbox>
                <w:txbxContent>
                  <w:p w:rsidR="0014563E" w:rsidRPr="00DA2042" w:rsidRDefault="0014563E" w:rsidP="0014563E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 w:rsidRPr="00DA2042">
                      <w:rPr>
                        <w:b/>
                        <w:sz w:val="32"/>
                        <w:szCs w:val="32"/>
                      </w:rPr>
                      <w:t>Level One Tools</w:t>
                    </w:r>
                  </w:p>
                </w:txbxContent>
              </v:textbox>
            </v:shape>
            <w10:wrap anchorx="margin"/>
          </v:group>
        </w:pict>
      </w:r>
    </w:p>
    <w:p w:rsidR="0014563E" w:rsidRDefault="002E283C" w:rsidP="0014563E">
      <w:r>
        <w:rPr>
          <w:noProof/>
          <w:lang w:eastAsia="en-US"/>
        </w:rPr>
        <w:pict>
          <v:shape id="_x0000_s1034" type="#_x0000_t202" style="position:absolute;margin-left:155.75pt;margin-top:48.05pt;width:178.7pt;height:141.75pt;z-index:251664384" stroked="f">
            <v:textbox style="mso-next-textbox:#_x0000_s1034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071"/>
                  </w:tblGrid>
                  <w:tr w:rsidR="00022246" w:rsidTr="00730147">
                    <w:tc>
                      <w:tcPr>
                        <w:tcW w:w="3071" w:type="dxa"/>
                        <w:shd w:val="clear" w:color="auto" w:fill="FFFF66"/>
                      </w:tcPr>
                      <w:p w:rsidR="00022246" w:rsidRDefault="00B53E8D" w:rsidP="00730147">
                        <w:pPr>
                          <w:jc w:val="center"/>
                        </w:pPr>
                        <w:r>
                          <w:t>Edline</w:t>
                        </w:r>
                      </w:p>
                    </w:tc>
                  </w:tr>
                  <w:tr w:rsidR="00022246" w:rsidTr="00730147">
                    <w:tc>
                      <w:tcPr>
                        <w:tcW w:w="3071" w:type="dxa"/>
                      </w:tcPr>
                      <w:p w:rsidR="00022246" w:rsidRDefault="00022246" w:rsidP="00022246"/>
                      <w:p w:rsidR="00022246" w:rsidRDefault="00B53E8D" w:rsidP="00022246">
                        <w:r>
                          <w:t xml:space="preserve">Edline </w:t>
                        </w:r>
                        <w:r w:rsidR="00022246">
                          <w:t>is a content management tool. It is designed to hold all the resources and links for a course and to have interactive elements like drop boxes, assessment tools,</w:t>
                        </w:r>
                      </w:p>
                    </w:tc>
                  </w:tr>
                </w:tbl>
                <w:p w:rsidR="0014563E" w:rsidRDefault="0014563E" w:rsidP="0014563E"/>
              </w:txbxContent>
            </v:textbox>
          </v:shape>
        </w:pict>
      </w:r>
      <w:r>
        <w:rPr>
          <w:noProof/>
          <w:lang w:eastAsia="en-US"/>
        </w:rPr>
        <w:pict>
          <v:shape id="_x0000_s1033" type="#_x0000_t202" style="position:absolute;margin-left:-22.5pt;margin-top:270.8pt;width:529.9pt;height:384.75pt;z-index:251663360" stroked="f">
            <v:textbox style="mso-next-textbox:#_x0000_s1033">
              <w:txbxContent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818"/>
                    <w:gridCol w:w="1902"/>
                    <w:gridCol w:w="1625"/>
                    <w:gridCol w:w="1687"/>
                    <w:gridCol w:w="1614"/>
                    <w:gridCol w:w="1610"/>
                  </w:tblGrid>
                  <w:tr w:rsidR="0014563E" w:rsidTr="00B53E8D">
                    <w:tc>
                      <w:tcPr>
                        <w:tcW w:w="1818" w:type="dxa"/>
                        <w:shd w:val="clear" w:color="auto" w:fill="FFFF00"/>
                      </w:tcPr>
                      <w:p w:rsidR="0014563E" w:rsidRDefault="0014563E">
                        <w:r>
                          <w:t>Blogs</w:t>
                        </w:r>
                      </w:p>
                    </w:tc>
                    <w:tc>
                      <w:tcPr>
                        <w:tcW w:w="1902" w:type="dxa"/>
                        <w:shd w:val="clear" w:color="auto" w:fill="FFFF00"/>
                      </w:tcPr>
                      <w:p w:rsidR="0014563E" w:rsidRDefault="0014563E">
                        <w:r>
                          <w:t>Wikis</w:t>
                        </w:r>
                      </w:p>
                    </w:tc>
                    <w:tc>
                      <w:tcPr>
                        <w:tcW w:w="1625" w:type="dxa"/>
                        <w:shd w:val="clear" w:color="auto" w:fill="FFFF00"/>
                      </w:tcPr>
                      <w:p w:rsidR="0014563E" w:rsidRDefault="0014563E">
                        <w:r>
                          <w:t>Nings (social network)</w:t>
                        </w:r>
                      </w:p>
                    </w:tc>
                    <w:tc>
                      <w:tcPr>
                        <w:tcW w:w="1687" w:type="dxa"/>
                        <w:shd w:val="clear" w:color="auto" w:fill="FFFF00"/>
                      </w:tcPr>
                      <w:p w:rsidR="0014563E" w:rsidRDefault="0014563E">
                        <w:r>
                          <w:t>Collaborative Docs</w:t>
                        </w:r>
                      </w:p>
                    </w:tc>
                    <w:tc>
                      <w:tcPr>
                        <w:tcW w:w="1614" w:type="dxa"/>
                        <w:shd w:val="clear" w:color="auto" w:fill="FFFF00"/>
                      </w:tcPr>
                      <w:p w:rsidR="0014563E" w:rsidRDefault="0014563E">
                        <w:r>
                          <w:t>Social Bookmarks</w:t>
                        </w:r>
                      </w:p>
                    </w:tc>
                    <w:tc>
                      <w:tcPr>
                        <w:tcW w:w="1610" w:type="dxa"/>
                        <w:shd w:val="clear" w:color="auto" w:fill="FFFF00"/>
                      </w:tcPr>
                      <w:p w:rsidR="0014563E" w:rsidRDefault="0014563E">
                        <w:r>
                          <w:t>RSS+Reader</w:t>
                        </w:r>
                      </w:p>
                    </w:tc>
                  </w:tr>
                  <w:tr w:rsidR="0014563E" w:rsidTr="00B53E8D">
                    <w:tc>
                      <w:tcPr>
                        <w:tcW w:w="1818" w:type="dxa"/>
                      </w:tcPr>
                      <w:p w:rsidR="0014563E" w:rsidRDefault="0014563E">
                        <w:r>
                          <w:t>Space for publishing content to an audience. Content can be writing or can be embedded slideshows, videos, polls, timelines. Linear in nature. Viewable by all once post is published.</w:t>
                        </w:r>
                      </w:p>
                      <w:p w:rsidR="0014563E" w:rsidRDefault="0014563E"/>
                      <w:p w:rsidR="0014563E" w:rsidRDefault="0014563E">
                        <w:r>
                          <w:t>Elements – Post, Comments, Sidebar widgets</w:t>
                        </w:r>
                      </w:p>
                      <w:p w:rsidR="0014563E" w:rsidRDefault="0014563E"/>
                      <w:p w:rsidR="0014563E" w:rsidRDefault="0014563E">
                        <w:r>
                          <w:t>Specific Tools –</w:t>
                        </w:r>
                      </w:p>
                      <w:p w:rsidR="0014563E" w:rsidRDefault="0014563E">
                        <w:r>
                          <w:t>MICDS Blogs</w:t>
                        </w:r>
                      </w:p>
                      <w:p w:rsidR="0014563E" w:rsidRDefault="002E283C">
                        <w:hyperlink r:id="rId8" w:history="1">
                          <w:r w:rsidR="0014563E" w:rsidRPr="00DF7AFB">
                            <w:rPr>
                              <w:rStyle w:val="Hyperlink"/>
                            </w:rPr>
                            <w:t>Blogger</w:t>
                          </w:r>
                        </w:hyperlink>
                      </w:p>
                      <w:p w:rsidR="0014563E" w:rsidRDefault="0014563E"/>
                      <w:p w:rsidR="0014563E" w:rsidRDefault="0014563E"/>
                    </w:tc>
                    <w:tc>
                      <w:tcPr>
                        <w:tcW w:w="1902" w:type="dxa"/>
                      </w:tcPr>
                      <w:p w:rsidR="0014563E" w:rsidRDefault="0014563E">
                        <w:r>
                          <w:t xml:space="preserve">Space for creating content collaboratively. </w:t>
                        </w:r>
                      </w:p>
                      <w:p w:rsidR="0014563E" w:rsidRDefault="0014563E">
                        <w:r>
                          <w:t>Non linear format.</w:t>
                        </w:r>
                      </w:p>
                      <w:p w:rsidR="0014563E" w:rsidRDefault="0014563E">
                        <w:r>
                          <w:t>Great for teaching collaboration. History provides accountability. Typically viewable by all, editable by those who join the wiki.</w:t>
                        </w:r>
                      </w:p>
                      <w:p w:rsidR="0014563E" w:rsidRDefault="0014563E"/>
                      <w:p w:rsidR="0014563E" w:rsidRDefault="0014563E">
                        <w:r>
                          <w:t>Elements – Page, Discussion, History, and  Notifications</w:t>
                        </w:r>
                      </w:p>
                      <w:p w:rsidR="0014563E" w:rsidRDefault="0014563E"/>
                      <w:p w:rsidR="0014563E" w:rsidRDefault="0014563E">
                        <w:r>
                          <w:t xml:space="preserve">Specific Tools – </w:t>
                        </w:r>
                        <w:hyperlink r:id="rId9" w:history="1">
                          <w:r w:rsidRPr="00DF7AFB">
                            <w:rPr>
                              <w:rStyle w:val="Hyperlink"/>
                            </w:rPr>
                            <w:t>Wikispaces</w:t>
                          </w:r>
                        </w:hyperlink>
                        <w:r>
                          <w:t xml:space="preserve">,  </w:t>
                        </w:r>
                        <w:hyperlink r:id="rId10" w:history="1">
                          <w:r w:rsidRPr="00DF7AFB">
                            <w:rPr>
                              <w:rStyle w:val="Hyperlink"/>
                            </w:rPr>
                            <w:t>PBwiki</w:t>
                          </w:r>
                        </w:hyperlink>
                        <w:r>
                          <w:t xml:space="preserve">, WetPaint,MicdsWiki, </w:t>
                        </w:r>
                      </w:p>
                      <w:p w:rsidR="0014563E" w:rsidRDefault="0014563E"/>
                    </w:tc>
                    <w:tc>
                      <w:tcPr>
                        <w:tcW w:w="1625" w:type="dxa"/>
                      </w:tcPr>
                      <w:p w:rsidR="0014563E" w:rsidRDefault="0014563E">
                        <w:r>
                          <w:t xml:space="preserve">Social Network Space that combines a number of tools into one workspace- blogs, discussion board, images, videos, music. </w:t>
                        </w:r>
                      </w:p>
                      <w:p w:rsidR="0014563E" w:rsidRDefault="0014563E"/>
                      <w:p w:rsidR="0014563E" w:rsidRDefault="0014563E"/>
                      <w:p w:rsidR="0014563E" w:rsidRDefault="0014563E"/>
                      <w:p w:rsidR="0014563E" w:rsidRDefault="0014563E">
                        <w:r>
                          <w:t>Elements – Variety of channels including RSS, blogs, discussion, recent activity, events</w:t>
                        </w:r>
                      </w:p>
                    </w:tc>
                    <w:tc>
                      <w:tcPr>
                        <w:tcW w:w="1687" w:type="dxa"/>
                      </w:tcPr>
                      <w:p w:rsidR="0014563E" w:rsidRDefault="0014563E">
                        <w:r>
                          <w:t xml:space="preserve">Office through a web browser with documents accessible from any computer and able to be shared for collaboration. </w:t>
                        </w:r>
                      </w:p>
                      <w:p w:rsidR="0014563E" w:rsidRDefault="0014563E"/>
                      <w:p w:rsidR="0014563E" w:rsidRDefault="0014563E"/>
                      <w:p w:rsidR="0014563E" w:rsidRDefault="0014563E">
                        <w:r>
                          <w:t>Elements – Documents, Spreadsheets, PowerPoint Presentations, and Forms</w:t>
                        </w:r>
                      </w:p>
                      <w:p w:rsidR="0014563E" w:rsidRDefault="0014563E"/>
                      <w:p w:rsidR="0014563E" w:rsidRDefault="0014563E">
                        <w:r>
                          <w:t xml:space="preserve">Alternatives to </w:t>
                        </w:r>
                        <w:hyperlink r:id="rId11" w:history="1">
                          <w:r w:rsidRPr="00DF7AFB">
                            <w:rPr>
                              <w:rStyle w:val="Hyperlink"/>
                            </w:rPr>
                            <w:t>GoogleDocs</w:t>
                          </w:r>
                        </w:hyperlink>
                        <w:r>
                          <w:t xml:space="preserve"> –Zoho Docs</w:t>
                        </w:r>
                      </w:p>
                    </w:tc>
                    <w:tc>
                      <w:tcPr>
                        <w:tcW w:w="1614" w:type="dxa"/>
                      </w:tcPr>
                      <w:p w:rsidR="0014563E" w:rsidRDefault="00B53E8D">
                        <w:r>
                          <w:t>S</w:t>
                        </w:r>
                        <w:r w:rsidR="0014563E">
                          <w:t xml:space="preserve">hared bookmarks stored in a web-based account and accessible from any computer. </w:t>
                        </w:r>
                        <w:hyperlink r:id="rId12" w:history="1">
                          <w:r w:rsidR="0014563E" w:rsidRPr="001617C6">
                            <w:rPr>
                              <w:rStyle w:val="Hyperlink"/>
                            </w:rPr>
                            <w:t>Delicious</w:t>
                          </w:r>
                        </w:hyperlink>
                        <w:r w:rsidR="0014563E">
                          <w:t xml:space="preserve"> and Diigo are the most popular. </w:t>
                        </w:r>
                        <w:hyperlink r:id="rId13" w:history="1">
                          <w:r w:rsidR="0014563E" w:rsidRPr="001617C6">
                            <w:rPr>
                              <w:rStyle w:val="Hyperlink"/>
                            </w:rPr>
                            <w:t>Diigo</w:t>
                          </w:r>
                        </w:hyperlink>
                        <w:r w:rsidR="0014563E">
                          <w:t xml:space="preserve"> adds annotation and group capabilities. </w:t>
                        </w:r>
                      </w:p>
                    </w:tc>
                    <w:tc>
                      <w:tcPr>
                        <w:tcW w:w="1610" w:type="dxa"/>
                      </w:tcPr>
                      <w:p w:rsidR="0014563E" w:rsidRDefault="0014563E"/>
                      <w:p w:rsidR="0014563E" w:rsidRDefault="0014563E"/>
                    </w:tc>
                  </w:tr>
                </w:tbl>
                <w:p w:rsidR="0014563E" w:rsidRDefault="0014563E" w:rsidP="0014563E"/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.4pt;margin-top:228.05pt;width:480pt;height:36.75pt;z-index:251668480" stroked="f">
            <v:textbox>
              <w:txbxContent>
                <w:p w:rsidR="0014563E" w:rsidRDefault="0014563E" w:rsidP="0014563E">
                  <w:r>
                    <w:t>Level Two tools are general use tools that can anchor many projects and work flows.  They support collaboration and sharing.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group id="_x0000_s1041" style="position:absolute;margin-left:.4pt;margin-top:183.8pt;width:480pt;height:36.75pt;z-index:251667456;mso-position-horizontal-relative:margin" coordorigin="1590,5490" coordsize="9600,825">
            <v:rect id="_x0000_s1042" style="position:absolute;left:1590;top:5490;width:9600;height:825" fillcolor="#8db3e2 [1311]"/>
            <v:shape id="_x0000_s1043" type="#_x0000_t202" style="position:absolute;left:3825;top:5610;width:5250;height:540" fillcolor="#8db3e2 [1311]" stroked="f">
              <v:textbox style="mso-next-textbox:#_x0000_s1043">
                <w:txbxContent>
                  <w:p w:rsidR="0014563E" w:rsidRPr="00DA2042" w:rsidRDefault="0014563E" w:rsidP="0014563E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Level Two</w:t>
                    </w:r>
                    <w:r w:rsidRPr="00DA2042">
                      <w:rPr>
                        <w:b/>
                        <w:sz w:val="32"/>
                        <w:szCs w:val="32"/>
                      </w:rPr>
                      <w:t xml:space="preserve"> Tools</w:t>
                    </w:r>
                  </w:p>
                </w:txbxContent>
              </v:textbox>
            </v:shape>
            <w10:wrap anchorx="margin"/>
          </v:group>
        </w:pict>
      </w:r>
      <w:r w:rsidR="0014563E">
        <w:br w:type="page"/>
      </w:r>
    </w:p>
    <w:p w:rsidR="0014563E" w:rsidRDefault="002E283C" w:rsidP="0014563E">
      <w:r>
        <w:rPr>
          <w:noProof/>
          <w:lang w:eastAsia="en-US"/>
        </w:rPr>
        <w:lastRenderedPageBreak/>
        <w:pict>
          <v:group id="_x0000_s1029" style="position:absolute;margin-left:-13.85pt;margin-top:-18.75pt;width:480pt;height:41.25pt;z-index:251661312;mso-position-horizontal-relative:margin" coordorigin="1680,11775" coordsize="9600,825">
            <v:rect id="_x0000_s1030" style="position:absolute;left:1680;top:11775;width:9600;height:825" fillcolor="#8db3e2 [1311]"/>
            <v:shape id="_x0000_s1031" type="#_x0000_t202" style="position:absolute;left:3915;top:11895;width:5250;height:540" fillcolor="#8db3e2 [1311]" stroked="f">
              <v:textbox style="mso-next-textbox:#_x0000_s1031">
                <w:txbxContent>
                  <w:p w:rsidR="0014563E" w:rsidRPr="00DA2042" w:rsidRDefault="0014563E" w:rsidP="0014563E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Level Three</w:t>
                    </w:r>
                    <w:r w:rsidRPr="00DA2042">
                      <w:rPr>
                        <w:b/>
                        <w:sz w:val="32"/>
                        <w:szCs w:val="32"/>
                      </w:rPr>
                      <w:t xml:space="preserve"> Tools</w:t>
                    </w:r>
                  </w:p>
                </w:txbxContent>
              </v:textbox>
            </v:shape>
            <w10:wrap anchorx="margin"/>
          </v:group>
        </w:pict>
      </w:r>
    </w:p>
    <w:p w:rsidR="0014563E" w:rsidRDefault="0014563E" w:rsidP="0014563E"/>
    <w:p w:rsidR="0014563E" w:rsidRDefault="0014563E" w:rsidP="0014563E">
      <w:r>
        <w:t>Single Use/Function Tools</w:t>
      </w:r>
    </w:p>
    <w:p w:rsidR="0014563E" w:rsidRDefault="002E283C" w:rsidP="0014563E">
      <w:r>
        <w:rPr>
          <w:noProof/>
        </w:rPr>
        <w:pict>
          <v:shape id="_x0000_s1045" type="#_x0000_t202" style="position:absolute;margin-left:0;margin-top:.15pt;width:495.75pt;height:589.5pt;z-index:251669504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4878"/>
                    <w:gridCol w:w="4590"/>
                  </w:tblGrid>
                  <w:tr w:rsidR="0014563E" w:rsidTr="006F4609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>
                        <w:r>
                          <w:t>Presentation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>
                        <w:r>
                          <w:t>Creativity</w:t>
                        </w:r>
                      </w:p>
                    </w:tc>
                  </w:tr>
                  <w:tr w:rsidR="0014563E" w:rsidTr="006F4609">
                    <w:trPr>
                      <w:trHeight w:val="338"/>
                    </w:trPr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2E283C">
                        <w:hyperlink r:id="rId14" w:history="1">
                          <w:r w:rsidR="0014563E" w:rsidRPr="00502E69">
                            <w:rPr>
                              <w:rStyle w:val="Hyperlink"/>
                            </w:rPr>
                            <w:t>Prezi</w:t>
                          </w:r>
                        </w:hyperlink>
                      </w:p>
                      <w:p w:rsidR="0014563E" w:rsidRDefault="002E283C">
                        <w:hyperlink r:id="rId15" w:history="1">
                          <w:r w:rsidR="0014563E">
                            <w:rPr>
                              <w:rStyle w:val="Hyperlink"/>
                            </w:rPr>
                            <w:t>Empress</w:t>
                          </w:r>
                          <w:r w:rsidR="0014563E" w:rsidRPr="006F4609">
                            <w:rPr>
                              <w:rStyle w:val="Hyperlink"/>
                            </w:rPr>
                            <w:t>r</w:t>
                          </w:r>
                        </w:hyperlink>
                      </w:p>
                      <w:p w:rsidR="0014563E" w:rsidRDefault="002E283C">
                        <w:hyperlink r:id="rId16" w:history="1">
                          <w:r w:rsidR="0014563E" w:rsidRPr="00667AB4">
                            <w:rPr>
                              <w:rStyle w:val="Hyperlink"/>
                            </w:rPr>
                            <w:t>SlideRocket</w:t>
                          </w:r>
                        </w:hyperlink>
                        <w:r w:rsidR="0014563E">
                          <w:t xml:space="preserve"> $</w:t>
                        </w:r>
                      </w:p>
                      <w:p w:rsidR="0014563E" w:rsidRDefault="002E283C">
                        <w:hyperlink r:id="rId17" w:history="1">
                          <w:r w:rsidR="0014563E" w:rsidRPr="00667AB4">
                            <w:rPr>
                              <w:rStyle w:val="Hyperlink"/>
                            </w:rPr>
                            <w:t>280Slides</w:t>
                          </w:r>
                        </w:hyperlink>
                      </w:p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2E283C">
                        <w:hyperlink r:id="rId18" w:history="1">
                          <w:r w:rsidR="0014563E" w:rsidRPr="00BF159E">
                            <w:rPr>
                              <w:rStyle w:val="Hyperlink"/>
                            </w:rPr>
                            <w:t>Glogster</w:t>
                          </w:r>
                        </w:hyperlink>
                        <w:r w:rsidR="0014563E">
                          <w:t xml:space="preserve"> –electronic posters with multimedia</w:t>
                        </w:r>
                      </w:p>
                      <w:p w:rsidR="0014563E" w:rsidRDefault="002E283C">
                        <w:hyperlink r:id="rId19" w:history="1">
                          <w:r w:rsidR="0014563E" w:rsidRPr="00BF159E">
                            <w:rPr>
                              <w:rStyle w:val="Hyperlink"/>
                            </w:rPr>
                            <w:t>Voicethread</w:t>
                          </w:r>
                        </w:hyperlink>
                      </w:p>
                      <w:p w:rsidR="0014563E" w:rsidRDefault="002E283C">
                        <w:hyperlink r:id="rId20" w:history="1">
                          <w:r w:rsidR="0014563E" w:rsidRPr="00BF159E">
                            <w:rPr>
                              <w:rStyle w:val="Hyperlink"/>
                            </w:rPr>
                            <w:t>Scrapblog</w:t>
                          </w:r>
                        </w:hyperlink>
                      </w:p>
                    </w:tc>
                  </w:tr>
                  <w:tr w:rsidR="0014563E" w:rsidTr="006F4609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>
                        <w:r>
                          <w:t>Embedding Docs/Files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>
                        <w:r>
                          <w:t>Sound</w:t>
                        </w:r>
                      </w:p>
                    </w:tc>
                  </w:tr>
                  <w:tr w:rsidR="0014563E" w:rsidTr="006F4609"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2E283C">
                        <w:hyperlink r:id="rId21" w:history="1">
                          <w:r w:rsidR="0014563E" w:rsidRPr="00BF159E">
                            <w:rPr>
                              <w:rStyle w:val="Hyperlink"/>
                            </w:rPr>
                            <w:t>Scribd</w:t>
                          </w:r>
                        </w:hyperlink>
                        <w:r w:rsidR="0014563E">
                          <w:t xml:space="preserve"> – Embeddable,, scrollable docs and pdfs</w:t>
                        </w:r>
                      </w:p>
                      <w:p w:rsidR="0014563E" w:rsidRDefault="002E283C">
                        <w:hyperlink r:id="rId22" w:history="1">
                          <w:r w:rsidR="0014563E" w:rsidRPr="00BF159E">
                            <w:rPr>
                              <w:rStyle w:val="Hyperlink"/>
                            </w:rPr>
                            <w:t>Slideshare</w:t>
                          </w:r>
                        </w:hyperlink>
                        <w:r w:rsidR="0014563E">
                          <w:t xml:space="preserve"> – upload and embed PPTs</w:t>
                        </w:r>
                      </w:p>
                      <w:p w:rsidR="0014563E" w:rsidRDefault="002E283C">
                        <w:hyperlink r:id="rId23" w:history="1">
                          <w:r w:rsidR="0014563E" w:rsidRPr="00BF159E">
                            <w:rPr>
                              <w:rStyle w:val="Hyperlink"/>
                            </w:rPr>
                            <w:t>AuthorStream</w:t>
                          </w:r>
                        </w:hyperlink>
                        <w:r w:rsidR="0014563E">
                          <w:t xml:space="preserve"> – slideshare alternative</w:t>
                        </w:r>
                      </w:p>
                      <w:p w:rsidR="0014563E" w:rsidRDefault="002E283C">
                        <w:hyperlink r:id="rId24" w:history="1">
                          <w:r w:rsidR="0014563E" w:rsidRPr="00BF159E">
                            <w:rPr>
                              <w:rStyle w:val="Hyperlink"/>
                            </w:rPr>
                            <w:t>Issuu</w:t>
                          </w:r>
                        </w:hyperlink>
                        <w:r w:rsidR="0014563E">
                          <w:t xml:space="preserve"> – online magazines from PDFs</w:t>
                        </w:r>
                      </w:p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2E283C">
                        <w:hyperlink r:id="rId25" w:history="1">
                          <w:r w:rsidR="0014563E" w:rsidRPr="00BF159E">
                            <w:rPr>
                              <w:rStyle w:val="Hyperlink"/>
                            </w:rPr>
                            <w:t>Maya</w:t>
                          </w:r>
                        </w:hyperlink>
                        <w:r w:rsidR="0014563E">
                          <w:t xml:space="preserve"> – garageband in a browser</w:t>
                        </w:r>
                      </w:p>
                      <w:p w:rsidR="0014563E" w:rsidRDefault="002E283C">
                        <w:hyperlink r:id="rId26" w:history="1">
                          <w:r w:rsidR="0014563E" w:rsidRPr="00BF159E">
                            <w:rPr>
                              <w:rStyle w:val="Hyperlink"/>
                            </w:rPr>
                            <w:t>Voxopop</w:t>
                          </w:r>
                        </w:hyperlink>
                        <w:r w:rsidR="0014563E">
                          <w:t xml:space="preserve"> – Voice Board</w:t>
                        </w:r>
                      </w:p>
                      <w:p w:rsidR="0014563E" w:rsidRDefault="002E283C">
                        <w:hyperlink r:id="rId27" w:history="1">
                          <w:r w:rsidR="0014563E" w:rsidRPr="00BF159E">
                            <w:rPr>
                              <w:rStyle w:val="Hyperlink"/>
                            </w:rPr>
                            <w:t>Vocaroo-</w:t>
                          </w:r>
                        </w:hyperlink>
                        <w:r w:rsidR="0014563E">
                          <w:t xml:space="preserve"> audio recorder</w:t>
                        </w:r>
                      </w:p>
                      <w:p w:rsidR="0014563E" w:rsidRDefault="0014563E"/>
                    </w:tc>
                  </w:tr>
                  <w:tr w:rsidR="0014563E" w:rsidTr="006F4609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>
                        <w:r>
                          <w:t>Timelines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>
                        <w:r>
                          <w:t>Mindmapping</w:t>
                        </w:r>
                      </w:p>
                    </w:tc>
                  </w:tr>
                  <w:tr w:rsidR="0014563E" w:rsidTr="006F4609">
                    <w:tc>
                      <w:tcPr>
                        <w:tcW w:w="4878" w:type="dxa"/>
                      </w:tcPr>
                      <w:p w:rsidR="0014563E" w:rsidRDefault="002E283C">
                        <w:hyperlink r:id="rId28" w:history="1">
                          <w:r w:rsidR="0014563E" w:rsidRPr="00BF159E">
                            <w:rPr>
                              <w:rStyle w:val="Hyperlink"/>
                            </w:rPr>
                            <w:t>Xtimeline</w:t>
                          </w:r>
                        </w:hyperlink>
                      </w:p>
                      <w:p w:rsidR="0014563E" w:rsidRDefault="002E283C">
                        <w:hyperlink r:id="rId29" w:history="1">
                          <w:r w:rsidR="0014563E" w:rsidRPr="00BF159E">
                            <w:rPr>
                              <w:rStyle w:val="Hyperlink"/>
                            </w:rPr>
                            <w:t>Capzules</w:t>
                          </w:r>
                        </w:hyperlink>
                      </w:p>
                      <w:p w:rsidR="0014563E" w:rsidRDefault="002E283C">
                        <w:hyperlink r:id="rId30" w:history="1">
                          <w:r w:rsidR="0014563E" w:rsidRPr="00BF159E">
                            <w:rPr>
                              <w:rStyle w:val="Hyperlink"/>
                            </w:rPr>
                            <w:t>Dipity</w:t>
                          </w:r>
                        </w:hyperlink>
                      </w:p>
                    </w:tc>
                    <w:tc>
                      <w:tcPr>
                        <w:tcW w:w="4590" w:type="dxa"/>
                      </w:tcPr>
                      <w:p w:rsidR="0014563E" w:rsidRDefault="0014563E">
                        <w:r>
                          <w:t>Mindomo</w:t>
                        </w:r>
                      </w:p>
                      <w:p w:rsidR="00B53E8D" w:rsidRDefault="0014563E">
                        <w:r>
                          <w:t>Bubbl.us</w:t>
                        </w:r>
                      </w:p>
                      <w:p w:rsidR="0014563E" w:rsidRDefault="00B53E8D">
                        <w:r>
                          <w:t>MyWebspiration</w:t>
                        </w:r>
                      </w:p>
                    </w:tc>
                  </w:tr>
                  <w:tr w:rsidR="0014563E" w:rsidTr="00F85925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Book Publishing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Animation</w:t>
                        </w:r>
                      </w:p>
                    </w:tc>
                  </w:tr>
                  <w:tr w:rsidR="0014563E" w:rsidTr="00F85925"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14563E" w:rsidP="003422AA">
                        <w:r>
                          <w:t>Mixbook</w:t>
                        </w:r>
                      </w:p>
                      <w:p w:rsidR="0014563E" w:rsidRDefault="0014563E" w:rsidP="003422AA">
                        <w:r>
                          <w:t>Lulu</w:t>
                        </w:r>
                      </w:p>
                      <w:p w:rsidR="0014563E" w:rsidRDefault="0014563E" w:rsidP="003422AA">
                        <w:r>
                          <w:t>StoryBird</w:t>
                        </w:r>
                      </w:p>
                      <w:p w:rsidR="0014563E" w:rsidRDefault="0014563E" w:rsidP="003422AA">
                        <w:r>
                          <w:t>Tikatok</w:t>
                        </w:r>
                      </w:p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2E283C" w:rsidP="003422AA">
                        <w:hyperlink r:id="rId31" w:history="1">
                          <w:r w:rsidR="0014563E" w:rsidRPr="00571089">
                            <w:rPr>
                              <w:rStyle w:val="Hyperlink"/>
                            </w:rPr>
                            <w:t>Animoto</w:t>
                          </w:r>
                        </w:hyperlink>
                        <w:r w:rsidR="0014563E">
                          <w:t xml:space="preserve"> –music video from images</w:t>
                        </w:r>
                      </w:p>
                      <w:p w:rsidR="0014563E" w:rsidRDefault="002E283C" w:rsidP="003422AA">
                        <w:hyperlink r:id="rId32" w:history="1">
                          <w:r w:rsidR="0014563E" w:rsidRPr="00571089">
                            <w:rPr>
                              <w:rStyle w:val="Hyperlink"/>
                            </w:rPr>
                            <w:t>Xtranormal</w:t>
                          </w:r>
                        </w:hyperlink>
                        <w:r w:rsidR="0014563E">
                          <w:t xml:space="preserve"> – text to movie</w:t>
                        </w:r>
                      </w:p>
                      <w:p w:rsidR="0014563E" w:rsidRDefault="002E283C" w:rsidP="003422AA">
                        <w:hyperlink r:id="rId33" w:history="1">
                          <w:r w:rsidR="0014563E" w:rsidRPr="00B528E8">
                            <w:rPr>
                              <w:rStyle w:val="Hyperlink"/>
                            </w:rPr>
                            <w:t>Kerpoof</w:t>
                          </w:r>
                        </w:hyperlink>
                      </w:p>
                      <w:p w:rsidR="0014563E" w:rsidRDefault="002E283C" w:rsidP="003422AA">
                        <w:hyperlink r:id="rId34" w:history="1">
                          <w:r w:rsidR="0014563E" w:rsidRPr="00B528E8">
                            <w:rPr>
                              <w:rStyle w:val="Hyperlink"/>
                            </w:rPr>
                            <w:t>GoAnimate</w:t>
                          </w:r>
                        </w:hyperlink>
                        <w:r w:rsidR="0014563E">
                          <w:t xml:space="preserve"> –cartoon animate</w:t>
                        </w:r>
                      </w:p>
                    </w:tc>
                  </w:tr>
                  <w:tr w:rsidR="0014563E" w:rsidTr="00F85925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Video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Image Editing</w:t>
                        </w:r>
                      </w:p>
                    </w:tc>
                  </w:tr>
                  <w:tr w:rsidR="0014563E" w:rsidTr="00874955"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14563E" w:rsidP="003422AA">
                        <w:r>
                          <w:t>Kaltura</w:t>
                        </w:r>
                      </w:p>
                      <w:p w:rsidR="0014563E" w:rsidRDefault="0014563E" w:rsidP="003422AA">
                        <w:r>
                          <w:t>Youtube</w:t>
                        </w:r>
                      </w:p>
                      <w:p w:rsidR="0014563E" w:rsidRDefault="0014563E" w:rsidP="003422AA">
                        <w:r>
                          <w:t>Blip.tv</w:t>
                        </w:r>
                      </w:p>
                      <w:p w:rsidR="0014563E" w:rsidRDefault="0014563E" w:rsidP="003422AA">
                        <w:r>
                          <w:t>TeacherTube</w:t>
                        </w:r>
                      </w:p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14563E" w:rsidP="003422AA">
                        <w:r>
                          <w:t>SumoPaint</w:t>
                        </w:r>
                      </w:p>
                      <w:p w:rsidR="0014563E" w:rsidRDefault="0014563E" w:rsidP="003422AA">
                        <w:r>
                          <w:t>Picnik</w:t>
                        </w:r>
                      </w:p>
                      <w:p w:rsidR="00B53E8D" w:rsidRDefault="00B53E8D" w:rsidP="003422AA">
                        <w:hyperlink r:id="rId35" w:history="1">
                          <w:r w:rsidRPr="00B53E8D">
                            <w:rPr>
                              <w:rStyle w:val="Hyperlink"/>
                            </w:rPr>
                            <w:t>Aviary</w:t>
                          </w:r>
                        </w:hyperlink>
                      </w:p>
                    </w:tc>
                  </w:tr>
                  <w:tr w:rsidR="0014563E" w:rsidTr="00874955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Vocabulary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Flashcards</w:t>
                        </w:r>
                      </w:p>
                    </w:tc>
                  </w:tr>
                  <w:tr w:rsidR="0014563E" w:rsidTr="00874955"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B53E8D" w:rsidP="003422AA">
                        <w:hyperlink r:id="rId36" w:history="1">
                          <w:r w:rsidR="0014563E" w:rsidRPr="00B53E8D">
                            <w:rPr>
                              <w:rStyle w:val="Hyperlink"/>
                            </w:rPr>
                            <w:t>Wordnic</w:t>
                          </w:r>
                        </w:hyperlink>
                      </w:p>
                      <w:p w:rsidR="0014563E" w:rsidRDefault="0014563E" w:rsidP="003422AA">
                        <w:r>
                          <w:t>Vocab Sushi</w:t>
                        </w:r>
                      </w:p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B53E8D" w:rsidP="003422AA">
                        <w:hyperlink r:id="rId37" w:history="1">
                          <w:r w:rsidR="0014563E" w:rsidRPr="00B53E8D">
                            <w:rPr>
                              <w:rStyle w:val="Hyperlink"/>
                            </w:rPr>
                            <w:t>Quizlet</w:t>
                          </w:r>
                        </w:hyperlink>
                      </w:p>
                    </w:tc>
                  </w:tr>
                  <w:tr w:rsidR="0014563E" w:rsidTr="00874955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Maps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Screencast</w:t>
                        </w:r>
                      </w:p>
                    </w:tc>
                  </w:tr>
                  <w:tr w:rsidR="0014563E" w:rsidTr="00874955"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14563E" w:rsidP="003422AA">
                        <w:r>
                          <w:t>Google Maps</w:t>
                        </w:r>
                      </w:p>
                      <w:p w:rsidR="0014563E" w:rsidRDefault="0014563E" w:rsidP="003422AA"/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2E283C" w:rsidP="003422AA">
                        <w:hyperlink r:id="rId38" w:history="1">
                          <w:r w:rsidR="0014563E" w:rsidRPr="004B3043">
                            <w:rPr>
                              <w:rStyle w:val="Hyperlink"/>
                            </w:rPr>
                            <w:t>Jing</w:t>
                          </w:r>
                        </w:hyperlink>
                      </w:p>
                      <w:p w:rsidR="0014563E" w:rsidRDefault="0014563E" w:rsidP="003422AA">
                        <w:r>
                          <w:t>Wink</w:t>
                        </w:r>
                      </w:p>
                      <w:p w:rsidR="0014563E" w:rsidRDefault="0014563E" w:rsidP="003422AA">
                        <w:r>
                          <w:t>CamStudio</w:t>
                        </w:r>
                      </w:p>
                      <w:p w:rsidR="0014563E" w:rsidRDefault="002E283C" w:rsidP="003422AA">
                        <w:hyperlink r:id="rId39" w:history="1">
                          <w:r w:rsidR="0014563E" w:rsidRPr="00502E69">
                            <w:rPr>
                              <w:rStyle w:val="Hyperlink"/>
                            </w:rPr>
                            <w:t>ScreenToaster</w:t>
                          </w:r>
                        </w:hyperlink>
                      </w:p>
                    </w:tc>
                  </w:tr>
                  <w:tr w:rsidR="0014563E" w:rsidTr="00874955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Images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Visualization Tools/Data Analysis/Graphing Tools</w:t>
                        </w:r>
                      </w:p>
                    </w:tc>
                  </w:tr>
                  <w:tr w:rsidR="0014563E" w:rsidTr="006D7600"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14563E" w:rsidP="003422AA">
                        <w:r>
                          <w:t>Vuvox</w:t>
                        </w:r>
                      </w:p>
                      <w:p w:rsidR="0014563E" w:rsidRDefault="0014563E" w:rsidP="003422AA"/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</w:tcPr>
                      <w:p w:rsidR="0014563E" w:rsidRDefault="002E283C" w:rsidP="003422AA">
                        <w:hyperlink r:id="rId40" w:history="1">
                          <w:r w:rsidR="0014563E" w:rsidRPr="00ED7E4B">
                            <w:rPr>
                              <w:rStyle w:val="Hyperlink"/>
                            </w:rPr>
                            <w:t>ManyEyes</w:t>
                          </w:r>
                        </w:hyperlink>
                      </w:p>
                      <w:p w:rsidR="0014563E" w:rsidRDefault="0014563E" w:rsidP="003422AA">
                        <w:r>
                          <w:t>Wordle</w:t>
                        </w:r>
                      </w:p>
                    </w:tc>
                  </w:tr>
                  <w:tr w:rsidR="0014563E" w:rsidTr="006D7600"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  <w:shd w:val="solid" w:color="FFFF00" w:fill="auto"/>
                      </w:tcPr>
                      <w:p w:rsidR="0014563E" w:rsidRDefault="0014563E" w:rsidP="003422AA">
                        <w:r>
                          <w:t>Annotation</w:t>
                        </w:r>
                      </w:p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  <w:shd w:val="solid" w:color="FFFF00" w:fill="auto"/>
                      </w:tcPr>
                      <w:p w:rsidR="0014563E" w:rsidRDefault="0014563E" w:rsidP="003422AA">
                        <w:r>
                          <w:t>Fun</w:t>
                        </w:r>
                      </w:p>
                    </w:tc>
                  </w:tr>
                  <w:tr w:rsidR="0014563E" w:rsidTr="00ED7E4B">
                    <w:tc>
                      <w:tcPr>
                        <w:tcW w:w="4878" w:type="dxa"/>
                        <w:tcBorders>
                          <w:bottom w:val="single" w:sz="4" w:space="0" w:color="000000" w:themeColor="text1"/>
                        </w:tcBorders>
                        <w:shd w:val="clear" w:color="FFFFFF" w:themeColor="background1" w:fill="auto"/>
                      </w:tcPr>
                      <w:p w:rsidR="0014563E" w:rsidRDefault="0014563E" w:rsidP="003422AA">
                        <w:r>
                          <w:t>Overstream</w:t>
                        </w:r>
                      </w:p>
                      <w:p w:rsidR="0014563E" w:rsidRDefault="002E283C" w:rsidP="003422AA">
                        <w:hyperlink r:id="rId41" w:history="1">
                          <w:r w:rsidR="0014563E" w:rsidRPr="00091208">
                            <w:rPr>
                              <w:rStyle w:val="Hyperlink"/>
                            </w:rPr>
                            <w:t>SharedCopy</w:t>
                          </w:r>
                        </w:hyperlink>
                      </w:p>
                      <w:p w:rsidR="0014563E" w:rsidRDefault="002E283C" w:rsidP="003422AA">
                        <w:hyperlink r:id="rId42" w:history="1">
                          <w:r w:rsidR="0014563E" w:rsidRPr="00091208">
                            <w:rPr>
                              <w:rStyle w:val="Hyperlink"/>
                            </w:rPr>
                            <w:t>Awesome Highlighter</w:t>
                          </w:r>
                        </w:hyperlink>
                      </w:p>
                    </w:tc>
                    <w:tc>
                      <w:tcPr>
                        <w:tcW w:w="4590" w:type="dxa"/>
                        <w:tcBorders>
                          <w:bottom w:val="single" w:sz="4" w:space="0" w:color="000000" w:themeColor="text1"/>
                        </w:tcBorders>
                        <w:shd w:val="clear" w:color="FFFFFF" w:themeColor="background1" w:fill="auto"/>
                      </w:tcPr>
                      <w:p w:rsidR="0014563E" w:rsidRDefault="00B53E8D" w:rsidP="003422AA">
                        <w:hyperlink r:id="rId43" w:history="1">
                          <w:r w:rsidR="0014563E" w:rsidRPr="00B53E8D">
                            <w:rPr>
                              <w:rStyle w:val="Hyperlink"/>
                            </w:rPr>
                            <w:t>Voki</w:t>
                          </w:r>
                        </w:hyperlink>
                      </w:p>
                      <w:p w:rsidR="0014563E" w:rsidRDefault="0014563E" w:rsidP="003422AA"/>
                    </w:tc>
                  </w:tr>
                  <w:tr w:rsidR="0014563E" w:rsidTr="00ED7E4B">
                    <w:tc>
                      <w:tcPr>
                        <w:tcW w:w="4878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Charts and Diagrams</w:t>
                        </w:r>
                      </w:p>
                    </w:tc>
                    <w:tc>
                      <w:tcPr>
                        <w:tcW w:w="4590" w:type="dxa"/>
                        <w:shd w:val="solid" w:color="FFFF00" w:fill="auto"/>
                      </w:tcPr>
                      <w:p w:rsidR="0014563E" w:rsidRDefault="0014563E" w:rsidP="003422AA">
                        <w:r>
                          <w:t>Math</w:t>
                        </w:r>
                      </w:p>
                    </w:tc>
                  </w:tr>
                  <w:tr w:rsidR="0014563E" w:rsidTr="006D7600">
                    <w:tc>
                      <w:tcPr>
                        <w:tcW w:w="4878" w:type="dxa"/>
                        <w:shd w:val="clear" w:color="FFFFFF" w:themeColor="background1" w:fill="auto"/>
                      </w:tcPr>
                      <w:p w:rsidR="0014563E" w:rsidRDefault="002E283C" w:rsidP="003422AA">
                        <w:hyperlink r:id="rId44" w:history="1">
                          <w:r w:rsidR="0014563E" w:rsidRPr="003B0FCD">
                            <w:rPr>
                              <w:rStyle w:val="Hyperlink"/>
                            </w:rPr>
                            <w:t>Creately</w:t>
                          </w:r>
                        </w:hyperlink>
                      </w:p>
                    </w:tc>
                    <w:tc>
                      <w:tcPr>
                        <w:tcW w:w="4590" w:type="dxa"/>
                        <w:shd w:val="clear" w:color="FFFFFF" w:themeColor="background1" w:fill="auto"/>
                      </w:tcPr>
                      <w:p w:rsidR="0014563E" w:rsidRDefault="002E283C" w:rsidP="003422AA">
                        <w:hyperlink r:id="rId45" w:history="1">
                          <w:r w:rsidR="0014563E" w:rsidRPr="003B0FCD">
                            <w:rPr>
                              <w:rStyle w:val="Hyperlink"/>
                            </w:rPr>
                            <w:t>Wolfram Alpha</w:t>
                          </w:r>
                        </w:hyperlink>
                      </w:p>
                    </w:tc>
                  </w:tr>
                </w:tbl>
                <w:p w:rsidR="0014563E" w:rsidRDefault="0014563E" w:rsidP="0014563E"/>
              </w:txbxContent>
            </v:textbox>
          </v:shape>
        </w:pict>
      </w:r>
    </w:p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Default="0014563E" w:rsidP="0014563E"/>
    <w:p w:rsidR="0014563E" w:rsidRPr="005275F7" w:rsidRDefault="0014563E" w:rsidP="0014563E">
      <w:r>
        <w:lastRenderedPageBreak/>
        <w:br w:type="page"/>
      </w:r>
    </w:p>
    <w:p w:rsidR="0081437B" w:rsidRDefault="0081437B"/>
    <w:sectPr w:rsidR="0081437B" w:rsidSect="00AE4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attachedTemplate r:id="rId1"/>
  <w:defaultTabStop w:val="720"/>
  <w:characterSpacingControl w:val="doNotCompress"/>
  <w:compat>
    <w:useFELayout/>
  </w:compat>
  <w:rsids>
    <w:rsidRoot w:val="0014563E"/>
    <w:rsid w:val="00022246"/>
    <w:rsid w:val="0014563E"/>
    <w:rsid w:val="00197CDE"/>
    <w:rsid w:val="00202ADC"/>
    <w:rsid w:val="00216C3A"/>
    <w:rsid w:val="002E283C"/>
    <w:rsid w:val="00404FA3"/>
    <w:rsid w:val="00450CCC"/>
    <w:rsid w:val="004F4BA9"/>
    <w:rsid w:val="00581487"/>
    <w:rsid w:val="005A3702"/>
    <w:rsid w:val="005E06F6"/>
    <w:rsid w:val="005F4971"/>
    <w:rsid w:val="006F4536"/>
    <w:rsid w:val="007053B7"/>
    <w:rsid w:val="00761566"/>
    <w:rsid w:val="00791D09"/>
    <w:rsid w:val="0081437B"/>
    <w:rsid w:val="008349E6"/>
    <w:rsid w:val="00907FAD"/>
    <w:rsid w:val="00916AF2"/>
    <w:rsid w:val="00945AAD"/>
    <w:rsid w:val="00AB66F9"/>
    <w:rsid w:val="00B01F93"/>
    <w:rsid w:val="00B35F3D"/>
    <w:rsid w:val="00B53E8D"/>
    <w:rsid w:val="00BA2E2E"/>
    <w:rsid w:val="00BF092E"/>
    <w:rsid w:val="00D3327F"/>
    <w:rsid w:val="00D64FC1"/>
    <w:rsid w:val="00D73D9E"/>
    <w:rsid w:val="00D77094"/>
    <w:rsid w:val="00E75E94"/>
    <w:rsid w:val="00EA12C8"/>
    <w:rsid w:val="00EB73EF"/>
    <w:rsid w:val="00EB7B06"/>
    <w:rsid w:val="00EF4714"/>
    <w:rsid w:val="00F016F9"/>
    <w:rsid w:val="00F2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3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563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56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ger.com" TargetMode="External"/><Relationship Id="rId13" Type="http://schemas.openxmlformats.org/officeDocument/2006/relationships/hyperlink" Target="http://diigo.com" TargetMode="External"/><Relationship Id="rId18" Type="http://schemas.openxmlformats.org/officeDocument/2006/relationships/hyperlink" Target="http://glogster.com/edu" TargetMode="External"/><Relationship Id="rId26" Type="http://schemas.openxmlformats.org/officeDocument/2006/relationships/hyperlink" Target="http://www.voxopop.com/" TargetMode="External"/><Relationship Id="rId39" Type="http://schemas.openxmlformats.org/officeDocument/2006/relationships/hyperlink" Target="http://www.screentoaster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ribd.com" TargetMode="External"/><Relationship Id="rId34" Type="http://schemas.openxmlformats.org/officeDocument/2006/relationships/hyperlink" Target="http://goanimate.com/" TargetMode="External"/><Relationship Id="rId42" Type="http://schemas.openxmlformats.org/officeDocument/2006/relationships/hyperlink" Target="http://www.awesomehighlighter.com/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cogdogroo.wikispaces.com/StoryTools" TargetMode="External"/><Relationship Id="rId12" Type="http://schemas.openxmlformats.org/officeDocument/2006/relationships/hyperlink" Target="http://delicious.com" TargetMode="External"/><Relationship Id="rId17" Type="http://schemas.openxmlformats.org/officeDocument/2006/relationships/hyperlink" Target="http://280slides.com/" TargetMode="External"/><Relationship Id="rId25" Type="http://schemas.openxmlformats.org/officeDocument/2006/relationships/hyperlink" Target="http://aviary.com/" TargetMode="External"/><Relationship Id="rId33" Type="http://schemas.openxmlformats.org/officeDocument/2006/relationships/hyperlink" Target="http://www.kerpoof.com/" TargetMode="External"/><Relationship Id="rId38" Type="http://schemas.openxmlformats.org/officeDocument/2006/relationships/hyperlink" Target="http://jingproject.com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liderocket.com" TargetMode="External"/><Relationship Id="rId20" Type="http://schemas.openxmlformats.org/officeDocument/2006/relationships/hyperlink" Target="http://scrapblog.com" TargetMode="External"/><Relationship Id="rId29" Type="http://schemas.openxmlformats.org/officeDocument/2006/relationships/hyperlink" Target="http://capzles.com/" TargetMode="External"/><Relationship Id="rId41" Type="http://schemas.openxmlformats.org/officeDocument/2006/relationships/hyperlink" Target="http://sharedcopy.com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onlinedegree.net/100-essential-2-0-tools-for-teachers/" TargetMode="External"/><Relationship Id="rId11" Type="http://schemas.openxmlformats.org/officeDocument/2006/relationships/hyperlink" Target="http://docs.google.com" TargetMode="External"/><Relationship Id="rId24" Type="http://schemas.openxmlformats.org/officeDocument/2006/relationships/hyperlink" Target="file:///C:\Documents%20and%20Settings\ehelfant\My%20Documents\Issuu.com" TargetMode="External"/><Relationship Id="rId32" Type="http://schemas.openxmlformats.org/officeDocument/2006/relationships/hyperlink" Target="http://www.xtranormal.com/" TargetMode="External"/><Relationship Id="rId37" Type="http://schemas.openxmlformats.org/officeDocument/2006/relationships/hyperlink" Target="http://quizlet.com/" TargetMode="External"/><Relationship Id="rId40" Type="http://schemas.openxmlformats.org/officeDocument/2006/relationships/hyperlink" Target="http://manyeyes.alphaworks.ibm.com/manyeyes/" TargetMode="External"/><Relationship Id="rId45" Type="http://schemas.openxmlformats.org/officeDocument/2006/relationships/hyperlink" Target="http://www.wolframalpha.com/" TargetMode="External"/><Relationship Id="rId5" Type="http://schemas.openxmlformats.org/officeDocument/2006/relationships/hyperlink" Target="http://webtools4u2use.wikispaces.com/Finding+the+Right+Tool" TargetMode="External"/><Relationship Id="rId15" Type="http://schemas.openxmlformats.org/officeDocument/2006/relationships/hyperlink" Target="http://www.empressr.com/" TargetMode="External"/><Relationship Id="rId23" Type="http://schemas.openxmlformats.org/officeDocument/2006/relationships/hyperlink" Target="http://authorstream.com" TargetMode="External"/><Relationship Id="rId28" Type="http://schemas.openxmlformats.org/officeDocument/2006/relationships/hyperlink" Target="http://xtimeline.com/" TargetMode="External"/><Relationship Id="rId36" Type="http://schemas.openxmlformats.org/officeDocument/2006/relationships/hyperlink" Target="http://wordnic.net" TargetMode="External"/><Relationship Id="rId10" Type="http://schemas.openxmlformats.org/officeDocument/2006/relationships/hyperlink" Target="http://pbworks.com" TargetMode="External"/><Relationship Id="rId19" Type="http://schemas.openxmlformats.org/officeDocument/2006/relationships/hyperlink" Target="http://voicethread.com" TargetMode="External"/><Relationship Id="rId31" Type="http://schemas.openxmlformats.org/officeDocument/2006/relationships/hyperlink" Target="http://animoto.com/" TargetMode="External"/><Relationship Id="rId44" Type="http://schemas.openxmlformats.org/officeDocument/2006/relationships/hyperlink" Target="http://creately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kispaces.com" TargetMode="External"/><Relationship Id="rId14" Type="http://schemas.openxmlformats.org/officeDocument/2006/relationships/hyperlink" Target="http://prezi.com" TargetMode="External"/><Relationship Id="rId22" Type="http://schemas.openxmlformats.org/officeDocument/2006/relationships/hyperlink" Target="http://slideshare.net" TargetMode="External"/><Relationship Id="rId27" Type="http://schemas.openxmlformats.org/officeDocument/2006/relationships/hyperlink" Target="http://vocaroo.com/" TargetMode="External"/><Relationship Id="rId30" Type="http://schemas.openxmlformats.org/officeDocument/2006/relationships/hyperlink" Target="http://dipity.com" TargetMode="External"/><Relationship Id="rId35" Type="http://schemas.openxmlformats.org/officeDocument/2006/relationships/hyperlink" Target="http://aviary.com/" TargetMode="External"/><Relationship Id="rId43" Type="http://schemas.openxmlformats.org/officeDocument/2006/relationships/hyperlink" Target="http://www.voki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helfant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2E46A7E-6F2D-4021-B6F7-E9E36863C97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</TotalTime>
  <Pages>5</Pages>
  <Words>78</Words>
  <Characters>449</Characters>
  <Application>Microsoft Office Word</Application>
  <DocSecurity>0</DocSecurity>
  <Lines>3</Lines>
  <Paragraphs>1</Paragraphs>
  <ScaleCrop>false</ScaleCrop>
  <Company>MICDS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MICDS Student</dc:creator>
  <cp:keywords/>
  <dc:description/>
  <cp:lastModifiedBy>MICDS Student</cp:lastModifiedBy>
  <cp:revision>2</cp:revision>
  <dcterms:created xsi:type="dcterms:W3CDTF">2010-06-27T16:24:00Z</dcterms:created>
  <dcterms:modified xsi:type="dcterms:W3CDTF">2010-06-27T16:24:00Z</dcterms:modified>
</cp:coreProperties>
</file>